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2072"/>
        <w:gridCol w:w="2127"/>
        <w:gridCol w:w="2126"/>
        <w:gridCol w:w="2028"/>
        <w:gridCol w:w="1162"/>
      </w:tblGrid>
      <w:tr w:rsidR="00806C01" w:rsidRPr="006178CE" w:rsidTr="00C464FC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18</w:t>
            </w:r>
          </w:p>
          <w:p w:rsidR="001F691C" w:rsidRPr="001F691C" w:rsidRDefault="001F691C" w:rsidP="001F691C">
            <w:pPr>
              <w:jc w:val="center"/>
              <w:rPr>
                <w:lang w:val="en-US"/>
              </w:rPr>
            </w:pPr>
            <w:r w:rsidRPr="001F691C">
              <w:rPr>
                <w:sz w:val="18"/>
                <w:lang w:val="en-US"/>
              </w:rPr>
              <w:t>(Jan 15 to the 18th)</w:t>
            </w:r>
          </w:p>
        </w:tc>
        <w:tc>
          <w:tcPr>
            <w:tcW w:w="1813" w:type="dxa"/>
          </w:tcPr>
          <w:p w:rsidR="001F691C" w:rsidRDefault="001F691C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19</w:t>
            </w:r>
          </w:p>
          <w:p w:rsidR="006F696E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sz w:val="18"/>
                <w:lang w:val="en-US"/>
              </w:rPr>
              <w:t>(Jan 21 to the 25</w:t>
            </w:r>
            <w:r w:rsidRPr="001F691C">
              <w:rPr>
                <w:sz w:val="18"/>
                <w:vertAlign w:val="superscript"/>
                <w:lang w:val="en-US"/>
              </w:rPr>
              <w:t>th</w:t>
            </w:r>
            <w:r w:rsidRPr="001F691C">
              <w:rPr>
                <w:sz w:val="18"/>
                <w:lang w:val="en-US"/>
              </w:rPr>
              <w:t>)</w:t>
            </w:r>
          </w:p>
        </w:tc>
        <w:tc>
          <w:tcPr>
            <w:tcW w:w="2072" w:type="dxa"/>
          </w:tcPr>
          <w:p w:rsidR="00861282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20</w:t>
            </w:r>
          </w:p>
          <w:p w:rsidR="007432E0" w:rsidRPr="001F691C" w:rsidRDefault="007432E0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(Jan 28</w:t>
            </w:r>
            <w:r w:rsidRPr="007432E0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to Feb the 1</w:t>
            </w:r>
            <w:r w:rsidRPr="007432E0">
              <w:rPr>
                <w:b/>
                <w:vertAlign w:val="superscript"/>
                <w:lang w:val="en-US"/>
              </w:rPr>
              <w:t>st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2127" w:type="dxa"/>
          </w:tcPr>
          <w:p w:rsidR="001F691C" w:rsidRDefault="001F691C" w:rsidP="005711A4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21</w:t>
            </w:r>
          </w:p>
          <w:p w:rsidR="006178CE" w:rsidRPr="00861282" w:rsidRDefault="006178CE" w:rsidP="005711A4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(Feb 4 to the 8</w:t>
            </w:r>
            <w:r w:rsidRPr="006178CE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2126" w:type="dxa"/>
          </w:tcPr>
          <w:p w:rsidR="006F696E" w:rsidRDefault="006178CE" w:rsidP="005711A4">
            <w:pPr>
              <w:jc w:val="center"/>
              <w:rPr>
                <w:b/>
                <w:lang w:val="en-US"/>
              </w:rPr>
            </w:pPr>
            <w:r w:rsidRPr="006178CE">
              <w:rPr>
                <w:b/>
                <w:lang w:val="en-US"/>
              </w:rPr>
              <w:t>Week 22</w:t>
            </w:r>
          </w:p>
          <w:p w:rsidR="006178CE" w:rsidRPr="006178CE" w:rsidRDefault="006178CE" w:rsidP="005711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(Feb 12</w:t>
            </w:r>
            <w:r w:rsidRPr="006178CE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to the 15</w:t>
            </w:r>
            <w:r w:rsidRPr="006178CE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2028" w:type="dxa"/>
          </w:tcPr>
          <w:p w:rsidR="006F696E" w:rsidRDefault="00C464FC" w:rsidP="005711A4">
            <w:pPr>
              <w:jc w:val="center"/>
              <w:rPr>
                <w:b/>
                <w:lang w:val="en-US"/>
              </w:rPr>
            </w:pPr>
            <w:r w:rsidRPr="00C464FC">
              <w:rPr>
                <w:b/>
                <w:lang w:val="en-US"/>
              </w:rPr>
              <w:t>Week 23</w:t>
            </w:r>
          </w:p>
          <w:p w:rsidR="00C464FC" w:rsidRPr="00C464FC" w:rsidRDefault="00C464FC" w:rsidP="005711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(Feb 18</w:t>
            </w:r>
            <w:r w:rsidRPr="00C464FC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to 22</w:t>
            </w:r>
            <w:r w:rsidRPr="00C464FC">
              <w:rPr>
                <w:b/>
                <w:vertAlign w:val="superscript"/>
                <w:lang w:val="en-US"/>
              </w:rPr>
              <w:t>nd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C464FC" w:rsidTr="00C464FC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-Game following instructions</w:t>
            </w: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1164CE" w:rsidRPr="005A600A" w:rsidRDefault="00C464FC" w:rsidP="00C464FC">
            <w:pPr>
              <w:rPr>
                <w:lang w:val="en-US"/>
              </w:rPr>
            </w:pPr>
            <w:r>
              <w:rPr>
                <w:lang w:val="en-US"/>
              </w:rPr>
              <w:t>Play “</w:t>
            </w:r>
            <w:proofErr w:type="spellStart"/>
            <w:r>
              <w:rPr>
                <w:lang w:val="en-US"/>
              </w:rPr>
              <w:t>simon</w:t>
            </w:r>
            <w:proofErr w:type="spellEnd"/>
            <w:r>
              <w:rPr>
                <w:lang w:val="en-US"/>
              </w:rPr>
              <w:t xml:space="preserve"> says” to practice following instructions during circle time.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C464FC" w:rsidTr="00C464FC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-Listens to and recognizes words in sentences, in poems, rhymes, tongue-twisters and songs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-Uses simple phrases in context to communicate, applying new vocabulary (answers WH questions showing understanding).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-Reads and understands high 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frequency words.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-</w:t>
            </w:r>
            <w:r w:rsidRPr="006324A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Shared reading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1</w:t>
            </w:r>
          </w:p>
          <w:p w:rsidR="00861282" w:rsidRPr="006178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6324A2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324A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Shared reading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II</w:t>
            </w:r>
          </w:p>
          <w:p w:rsidR="006F696E" w:rsidRPr="006178CE" w:rsidRDefault="006F696E" w:rsidP="0014345D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B34852" w:rsidRPr="006178CE" w:rsidRDefault="00B227C3" w:rsidP="006178C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b/>
                <w:sz w:val="20"/>
                <w:szCs w:val="20"/>
                <w:lang w:val="en-US"/>
              </w:rPr>
              <w:t xml:space="preserve">Stations: </w:t>
            </w:r>
          </w:p>
          <w:p w:rsidR="00B227C3" w:rsidRPr="006178CE" w:rsidRDefault="00B227C3" w:rsidP="006178C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sz w:val="20"/>
                <w:szCs w:val="20"/>
                <w:lang w:val="en-US"/>
              </w:rPr>
              <w:t>Dramatize Jump Frog Jump</w:t>
            </w:r>
          </w:p>
          <w:p w:rsidR="00B227C3" w:rsidRPr="006178CE" w:rsidRDefault="00B227C3" w:rsidP="006178C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sz w:val="20"/>
                <w:szCs w:val="20"/>
                <w:lang w:val="en-US"/>
              </w:rPr>
              <w:t>Choose an interactive chart worked to retell</w:t>
            </w:r>
          </w:p>
          <w:p w:rsidR="00B227C3" w:rsidRPr="006178CE" w:rsidRDefault="00B227C3" w:rsidP="006178C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sz w:val="20"/>
                <w:szCs w:val="20"/>
                <w:lang w:val="en-US"/>
              </w:rPr>
              <w:t xml:space="preserve">Finish the setting of the story Jump Frog Jump by cutting and </w:t>
            </w:r>
            <w:r w:rsidR="006178CE" w:rsidRPr="006178CE">
              <w:rPr>
                <w:rFonts w:cstheme="minorHAnsi"/>
                <w:sz w:val="20"/>
                <w:szCs w:val="20"/>
                <w:lang w:val="en-US"/>
              </w:rPr>
              <w:t>pasting the</w:t>
            </w:r>
            <w:r w:rsidRPr="006178CE">
              <w:rPr>
                <w:rFonts w:cstheme="minorHAnsi"/>
                <w:sz w:val="20"/>
                <w:szCs w:val="20"/>
                <w:lang w:val="en-US"/>
              </w:rPr>
              <w:t xml:space="preserve"> characters drawn as homework assignment on the setting drawn on the cardboard.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825A2" w:rsidRPr="006178CE" w:rsidRDefault="002825A2" w:rsidP="006178CE">
            <w:pPr>
              <w:rPr>
                <w:b/>
                <w:lang w:val="en-US"/>
              </w:rPr>
            </w:pPr>
            <w:r w:rsidRPr="006178CE">
              <w:rPr>
                <w:b/>
                <w:lang w:val="en-US"/>
              </w:rPr>
              <w:t xml:space="preserve">Stations: </w:t>
            </w:r>
          </w:p>
          <w:p w:rsidR="006F696E" w:rsidRPr="006178CE" w:rsidRDefault="002825A2" w:rsidP="006178CE">
            <w:pPr>
              <w:rPr>
                <w:lang w:val="en-US"/>
              </w:rPr>
            </w:pPr>
            <w:r w:rsidRPr="006178CE">
              <w:rPr>
                <w:lang w:val="en-US"/>
              </w:rPr>
              <w:t>Shared  reading</w:t>
            </w:r>
          </w:p>
          <w:p w:rsidR="002825A2" w:rsidRDefault="002825A2" w:rsidP="006178CE">
            <w:pPr>
              <w:rPr>
                <w:lang w:val="en-US"/>
              </w:rPr>
            </w:pPr>
            <w:r w:rsidRPr="006178CE">
              <w:rPr>
                <w:lang w:val="en-US"/>
              </w:rPr>
              <w:t>“What do you see?”</w:t>
            </w:r>
          </w:p>
          <w:p w:rsidR="00C464FC" w:rsidRDefault="006178CE" w:rsidP="006178CE">
            <w:pPr>
              <w:rPr>
                <w:lang w:val="en-US"/>
              </w:rPr>
            </w:pPr>
            <w:r>
              <w:rPr>
                <w:lang w:val="en-US"/>
              </w:rPr>
              <w:t>Interactive chart “this old man”</w:t>
            </w:r>
          </w:p>
          <w:p w:rsidR="006178CE" w:rsidRDefault="006178CE" w:rsidP="006178CE">
            <w:pPr>
              <w:rPr>
                <w:lang w:val="en-US"/>
              </w:rPr>
            </w:pPr>
            <w:r>
              <w:rPr>
                <w:lang w:val="en-US"/>
              </w:rPr>
              <w:t xml:space="preserve"> (6 to 10)</w:t>
            </w:r>
          </w:p>
          <w:p w:rsidR="006178CE" w:rsidRDefault="006324A2" w:rsidP="006178CE">
            <w:pPr>
              <w:rPr>
                <w:lang w:val="en-US"/>
              </w:rPr>
            </w:pPr>
            <w:r>
              <w:rPr>
                <w:lang w:val="en-US"/>
              </w:rPr>
              <w:t>Sounds</w:t>
            </w:r>
            <w:r w:rsidR="006178CE">
              <w:rPr>
                <w:lang w:val="en-US"/>
              </w:rPr>
              <w:t xml:space="preserve"> booklet</w:t>
            </w:r>
          </w:p>
          <w:p w:rsidR="006178CE" w:rsidRPr="006178CE" w:rsidRDefault="006178CE" w:rsidP="006178CE">
            <w:pPr>
              <w:rPr>
                <w:lang w:val="en-US"/>
              </w:rPr>
            </w:pPr>
            <w:r>
              <w:rPr>
                <w:lang w:val="en-US"/>
              </w:rPr>
              <w:t>Computer “</w:t>
            </w:r>
            <w:proofErr w:type="spellStart"/>
            <w:r>
              <w:rPr>
                <w:lang w:val="en-US"/>
              </w:rPr>
              <w:t>Starfall</w:t>
            </w:r>
            <w:proofErr w:type="spellEnd"/>
            <w:r>
              <w:rPr>
                <w:lang w:val="en-US"/>
              </w:rPr>
              <w:t>”</w:t>
            </w:r>
          </w:p>
          <w:p w:rsidR="002825A2" w:rsidRPr="002825A2" w:rsidRDefault="002825A2" w:rsidP="006178CE">
            <w:pPr>
              <w:ind w:left="360"/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F696E" w:rsidRDefault="006178CE">
            <w:pPr>
              <w:rPr>
                <w:b/>
                <w:lang w:val="en-US"/>
              </w:rPr>
            </w:pPr>
            <w:r w:rsidRPr="006178CE">
              <w:rPr>
                <w:b/>
                <w:lang w:val="en-US"/>
              </w:rPr>
              <w:t>Stations:</w:t>
            </w:r>
          </w:p>
          <w:p w:rsidR="006178CE" w:rsidRDefault="006178C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Shared reading</w:t>
            </w:r>
          </w:p>
          <w:p w:rsidR="006178CE" w:rsidRDefault="006178CE">
            <w:pPr>
              <w:rPr>
                <w:lang w:val="en-US"/>
              </w:rPr>
            </w:pPr>
            <w:r w:rsidRPr="006178CE">
              <w:rPr>
                <w:lang w:val="en-US"/>
              </w:rPr>
              <w:t>“</w:t>
            </w:r>
            <w:r>
              <w:rPr>
                <w:lang w:val="en-US"/>
              </w:rPr>
              <w:t>W</w:t>
            </w:r>
            <w:r w:rsidRPr="006178CE">
              <w:rPr>
                <w:lang w:val="en-US"/>
              </w:rPr>
              <w:t>hat do you see?</w:t>
            </w:r>
            <w:r>
              <w:rPr>
                <w:lang w:val="en-US"/>
              </w:rPr>
              <w:t>”</w:t>
            </w:r>
          </w:p>
          <w:p w:rsidR="006324A2" w:rsidRDefault="006324A2">
            <w:pPr>
              <w:rPr>
                <w:lang w:val="en-US"/>
              </w:rPr>
            </w:pPr>
            <w:r>
              <w:rPr>
                <w:lang w:val="en-US"/>
              </w:rPr>
              <w:t>Computer “ORT books</w:t>
            </w:r>
          </w:p>
          <w:p w:rsidR="006324A2" w:rsidRDefault="006324A2">
            <w:pPr>
              <w:rPr>
                <w:lang w:val="en-US"/>
              </w:rPr>
            </w:pPr>
            <w:r>
              <w:rPr>
                <w:lang w:val="en-US"/>
              </w:rPr>
              <w:t>B. sounds booklet (D)</w:t>
            </w:r>
          </w:p>
          <w:p w:rsidR="006324A2" w:rsidRDefault="006324A2">
            <w:pPr>
              <w:rPr>
                <w:lang w:val="en-US"/>
              </w:rPr>
            </w:pPr>
            <w:r>
              <w:rPr>
                <w:lang w:val="en-US"/>
              </w:rPr>
              <w:t>Writing Cards</w:t>
            </w:r>
          </w:p>
          <w:p w:rsidR="006178CE" w:rsidRDefault="006178CE">
            <w:pPr>
              <w:rPr>
                <w:lang w:val="en-US"/>
              </w:rPr>
            </w:pPr>
          </w:p>
          <w:p w:rsidR="006178CE" w:rsidRPr="006178CE" w:rsidRDefault="006178CE">
            <w:pPr>
              <w:rPr>
                <w:lang w:val="en-US"/>
              </w:rPr>
            </w:pPr>
          </w:p>
          <w:p w:rsidR="006178CE" w:rsidRPr="006178CE" w:rsidRDefault="006178CE">
            <w:pPr>
              <w:rPr>
                <w:b/>
                <w:lang w:val="en-US"/>
              </w:rPr>
            </w:pPr>
          </w:p>
          <w:p w:rsidR="006178CE" w:rsidRPr="005A600A" w:rsidRDefault="006178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6F696E" w:rsidRDefault="00C464FC">
            <w:pPr>
              <w:rPr>
                <w:b/>
                <w:lang w:val="en-US"/>
              </w:rPr>
            </w:pPr>
            <w:r w:rsidRPr="00C464FC">
              <w:rPr>
                <w:b/>
                <w:lang w:val="en-US"/>
              </w:rPr>
              <w:t>Stations:</w:t>
            </w:r>
          </w:p>
          <w:p w:rsidR="00C464FC" w:rsidRDefault="00C464F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-Interactive chart</w:t>
            </w:r>
          </w:p>
          <w:p w:rsidR="00C464FC" w:rsidRDefault="00C464F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(chosen poem or song for assembly)</w:t>
            </w:r>
          </w:p>
          <w:p w:rsidR="00C464FC" w:rsidRDefault="00C464F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-Head phones with cd stories</w:t>
            </w:r>
          </w:p>
          <w:p w:rsidR="00C464FC" w:rsidRDefault="00C464F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-Link </w:t>
            </w:r>
            <w:proofErr w:type="spellStart"/>
            <w:r>
              <w:rPr>
                <w:b/>
                <w:lang w:val="en-US"/>
              </w:rPr>
              <w:t>B.sounds</w:t>
            </w:r>
            <w:proofErr w:type="spellEnd"/>
          </w:p>
          <w:p w:rsidR="00C464FC" w:rsidRDefault="00C464FC">
            <w:pP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</w:pPr>
            <w:hyperlink r:id="rId7" w:history="1">
              <w:r w:rsidRPr="00972A6C">
                <w:rPr>
                  <w:rStyle w:val="Hipervnculo"/>
                  <w:rFonts w:ascii="Verdana" w:hAnsi="Verdana"/>
                  <w:b/>
                  <w:sz w:val="16"/>
                  <w:szCs w:val="16"/>
                  <w:lang w:val="en-GB"/>
                </w:rPr>
                <w:t>http://professorgarfield.org/Phonemics/chickenCoop.html</w:t>
              </w:r>
            </w:hyperlink>
          </w:p>
          <w:p w:rsidR="00C464FC" w:rsidRDefault="00C464FC">
            <w:pP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464FC" w:rsidRPr="00C464FC" w:rsidRDefault="00C464FC">
            <w:pP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</w:pPr>
            <w:r w:rsidRPr="00C464FC">
              <w:rPr>
                <w:rStyle w:val="Hipervnculo"/>
                <w:rFonts w:ascii="Verdana" w:hAnsi="Verdana"/>
                <w:b/>
                <w:sz w:val="16"/>
                <w:szCs w:val="16"/>
                <w:u w:val="none"/>
                <w:lang w:val="en-GB"/>
              </w:rPr>
              <w:t>-</w:t>
            </w:r>
            <w:r w:rsidRPr="00C464FC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>Writing</w:t>
            </w:r>
            <w: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 xml:space="preserve"> (cards)</w:t>
            </w:r>
          </w:p>
          <w:p w:rsidR="00C464FC" w:rsidRDefault="00C464FC">
            <w:pP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464FC" w:rsidRDefault="00C464FC">
            <w:pP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464FC" w:rsidRDefault="00C464FC">
            <w:pP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464FC" w:rsidRDefault="00C464FC">
            <w:pP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464FC" w:rsidRDefault="00C464FC">
            <w:pPr>
              <w:rPr>
                <w:rStyle w:val="Hipervnculo"/>
                <w:rFonts w:ascii="Verdana" w:hAnsi="Verdana"/>
                <w:sz w:val="16"/>
                <w:szCs w:val="16"/>
                <w:lang w:val="en-GB"/>
              </w:rPr>
            </w:pPr>
          </w:p>
          <w:p w:rsidR="00C464FC" w:rsidRPr="00C464FC" w:rsidRDefault="00C464FC">
            <w:pPr>
              <w:rPr>
                <w:lang w:val="en-US"/>
              </w:rPr>
            </w:pPr>
          </w:p>
          <w:p w:rsidR="00C464FC" w:rsidRPr="00C464FC" w:rsidRDefault="00C464FC">
            <w:pPr>
              <w:rPr>
                <w:b/>
                <w:lang w:val="en-US"/>
              </w:rPr>
            </w:pPr>
          </w:p>
          <w:p w:rsidR="00C464FC" w:rsidRPr="005A600A" w:rsidRDefault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806C01" w:rsidRPr="001F691C" w:rsidTr="00C464FC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1F691C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F20AA3" w:rsidRPr="00861282" w:rsidRDefault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B227C3" w:rsidRPr="00861282" w:rsidRDefault="001F691C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  <w:r w:rsidR="00F20AA3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-Gross Motor skills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2072" w:type="dxa"/>
          </w:tcPr>
          <w:p w:rsidR="00B227C3" w:rsidRDefault="001F691C" w:rsidP="00B227C3">
            <w:pPr>
              <w:rPr>
                <w:lang w:val="en-US"/>
              </w:rPr>
            </w:pPr>
            <w:r w:rsidRPr="00AD48C4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-Phonemic awareness with Fabio</w:t>
            </w:r>
          </w:p>
          <w:p w:rsidR="00B227C3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B34852" w:rsidRPr="00AD48C4" w:rsidRDefault="00B34852" w:rsidP="001F691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2825A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2825A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2825A2" w:rsidRPr="0086128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6324A2" w:rsidRDefault="006324A2" w:rsidP="006324A2">
            <w:pPr>
              <w:rPr>
                <w:lang w:val="en-US"/>
              </w:rPr>
            </w:pPr>
            <w:r>
              <w:rPr>
                <w:lang w:val="en-US"/>
              </w:rPr>
              <w:t>Phonemic awareness with Fabio</w:t>
            </w:r>
          </w:p>
          <w:p w:rsidR="006324A2" w:rsidRDefault="006324A2" w:rsidP="006324A2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6324A2" w:rsidRPr="00861282" w:rsidRDefault="006324A2" w:rsidP="006324A2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C464FC" w:rsidRDefault="00C464FC" w:rsidP="00C464FC">
            <w:pPr>
              <w:rPr>
                <w:lang w:val="en-US"/>
              </w:rPr>
            </w:pPr>
            <w:r>
              <w:rPr>
                <w:lang w:val="en-US"/>
              </w:rPr>
              <w:t>Phonemic awareness with Fabio</w:t>
            </w:r>
          </w:p>
          <w:p w:rsidR="00C464FC" w:rsidRDefault="00C464FC" w:rsidP="00C464FC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C464FC" w:rsidRPr="00861282" w:rsidRDefault="00C464FC" w:rsidP="00C464FC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C464FC" w:rsidTr="00C464FC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AD48C4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Pr="00FA53AC" w:rsidRDefault="00E54AE3" w:rsidP="00B227C3">
            <w:pPr>
              <w:rPr>
                <w:lang w:val="en-US"/>
              </w:rPr>
            </w:pPr>
          </w:p>
        </w:tc>
        <w:tc>
          <w:tcPr>
            <w:tcW w:w="2072" w:type="dxa"/>
          </w:tcPr>
          <w:p w:rsidR="00B34852" w:rsidRPr="008132BC" w:rsidRDefault="00B34852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6F696E" w:rsidRPr="00FA53AC" w:rsidRDefault="002825A2" w:rsidP="00C464F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26" w:type="dxa"/>
          </w:tcPr>
          <w:p w:rsidR="0045346E" w:rsidRPr="00FA53AC" w:rsidRDefault="006324A2">
            <w:pPr>
              <w:rPr>
                <w:lang w:val="en-US"/>
              </w:rPr>
            </w:pPr>
            <w:r>
              <w:rPr>
                <w:lang w:val="en-US"/>
              </w:rPr>
              <w:t>-Visual text act.</w:t>
            </w:r>
          </w:p>
        </w:tc>
        <w:tc>
          <w:tcPr>
            <w:tcW w:w="2028" w:type="dxa"/>
          </w:tcPr>
          <w:p w:rsidR="006F696E" w:rsidRPr="00FA53AC" w:rsidRDefault="00C464FC">
            <w:pPr>
              <w:rPr>
                <w:lang w:val="en-US"/>
              </w:rPr>
            </w:pPr>
            <w:r w:rsidRPr="002825A2">
              <w:rPr>
                <w:b/>
                <w:lang w:val="en-US"/>
              </w:rPr>
              <w:t>Expert Alma</w:t>
            </w:r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Pendiente</w:t>
            </w:r>
            <w:proofErr w:type="spellEnd"/>
            <w:r>
              <w:rPr>
                <w:b/>
                <w:lang w:val="en-US"/>
              </w:rPr>
              <w:t xml:space="preserve"> from last week)</w:t>
            </w: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C464FC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1164CE" w:rsidRDefault="001164CE" w:rsidP="00B227C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Writing class 1</w:t>
            </w:r>
          </w:p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(Introduce cards)</w:t>
            </w:r>
          </w:p>
        </w:tc>
        <w:tc>
          <w:tcPr>
            <w:tcW w:w="2072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C464FC" w:rsidRPr="00FA53AC" w:rsidRDefault="00C464FC">
            <w:pPr>
              <w:rPr>
                <w:lang w:val="en-US"/>
              </w:rPr>
            </w:pPr>
            <w:r>
              <w:rPr>
                <w:lang w:val="en-US"/>
              </w:rPr>
              <w:t>See stations above.</w:t>
            </w:r>
            <w:bookmarkStart w:id="0" w:name="_GoBack"/>
            <w:bookmarkEnd w:id="0"/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C243C"/>
    <w:rsid w:val="001C32BE"/>
    <w:rsid w:val="001F691C"/>
    <w:rsid w:val="0020149A"/>
    <w:rsid w:val="002305DB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178CE"/>
    <w:rsid w:val="006324A2"/>
    <w:rsid w:val="006664D5"/>
    <w:rsid w:val="00682766"/>
    <w:rsid w:val="00695040"/>
    <w:rsid w:val="006A1842"/>
    <w:rsid w:val="006F696E"/>
    <w:rsid w:val="00726FEB"/>
    <w:rsid w:val="007432E0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464FC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ofessorgarfield.org/Phonemics/chickenCoo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8D2D1-4FDD-4DC2-8909-D2D290D2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claudis</cp:lastModifiedBy>
  <cp:revision>2</cp:revision>
  <cp:lastPrinted>2012-11-15T19:02:00Z</cp:lastPrinted>
  <dcterms:created xsi:type="dcterms:W3CDTF">2013-02-14T00:35:00Z</dcterms:created>
  <dcterms:modified xsi:type="dcterms:W3CDTF">2013-02-14T00:35:00Z</dcterms:modified>
</cp:coreProperties>
</file>